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35" w:rsidRDefault="00EA1135" w:rsidP="00EA1135">
      <w:pPr>
        <w:pStyle w:val="Caption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 w:rsidR="000C1530">
        <w:rPr>
          <w:rFonts w:ascii="Arial" w:hAnsi="Arial" w:cs="Arial"/>
          <w:sz w:val="16"/>
        </w:rPr>
      </w:r>
      <w:r w:rsidR="000C1530"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  <w:sectPr w:rsidR="00EA1135">
          <w:headerReference w:type="even" r:id="rId9"/>
          <w:headerReference w:type="default" r:id="rId10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:rsidR="008D6664" w:rsidRDefault="008D6664" w:rsidP="008D6664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SÕIDUKI </w:t>
      </w:r>
      <w:r w:rsidRPr="00FD05B2">
        <w:rPr>
          <w:b/>
          <w:sz w:val="24"/>
        </w:rPr>
        <w:t xml:space="preserve">MÜÜGILEPING nr </w:t>
      </w:r>
      <w:r w:rsidR="0079618F" w:rsidRPr="00FD05B2">
        <w:rPr>
          <w:b/>
          <w:sz w:val="24"/>
          <w:szCs w:val="24"/>
          <w:lang w:val="en-AU"/>
        </w:rPr>
        <w:t>6-27/</w:t>
      </w:r>
      <w:r w:rsidR="000C1530">
        <w:rPr>
          <w:b/>
          <w:sz w:val="24"/>
          <w:szCs w:val="24"/>
          <w:lang w:val="en-AU"/>
        </w:rPr>
        <w:t>20</w:t>
      </w:r>
    </w:p>
    <w:p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0C1530">
        <w:rPr>
          <w:sz w:val="22"/>
        </w:rPr>
        <w:t>4</w:t>
      </w:r>
      <w:r w:rsidR="00BD64A5">
        <w:rPr>
          <w:sz w:val="22"/>
        </w:rPr>
        <w:t>.</w:t>
      </w:r>
      <w:r w:rsidR="004C3A47">
        <w:rPr>
          <w:sz w:val="22"/>
        </w:rPr>
        <w:t>10</w:t>
      </w:r>
      <w:r w:rsidR="003D16C2">
        <w:rPr>
          <w:sz w:val="22"/>
        </w:rPr>
        <w:t>.</w:t>
      </w:r>
      <w:r>
        <w:rPr>
          <w:sz w:val="22"/>
        </w:rPr>
        <w:t>201</w:t>
      </w:r>
      <w:r w:rsidR="00AB5881">
        <w:rPr>
          <w:sz w:val="22"/>
        </w:rPr>
        <w:t>6</w:t>
      </w:r>
    </w:p>
    <w:p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4C3A47">
        <w:rPr>
          <w:sz w:val="23"/>
          <w:szCs w:val="23"/>
        </w:rPr>
        <w:t>se 26.09.2016 otsusega nr 1-32/68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AB5881">
        <w:rPr>
          <w:b/>
          <w:bCs/>
          <w:sz w:val="23"/>
          <w:szCs w:val="23"/>
        </w:rPr>
        <w:t>Mihkel Merimaa</w:t>
      </w:r>
      <w:r w:rsidRPr="00EE2542">
        <w:t xml:space="preserve">,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:rsidR="00FD05B2" w:rsidRDefault="004D5BB5" w:rsidP="001A2249">
      <w:pPr>
        <w:pStyle w:val="BodyText2"/>
      </w:pPr>
      <w:r w:rsidRPr="00EE2542">
        <w:t>J</w:t>
      </w:r>
      <w:r w:rsidR="00FD05B2" w:rsidRPr="00EE2542">
        <w:t>a</w:t>
      </w:r>
      <w:r w:rsidRPr="00EE2542">
        <w:t xml:space="preserve"> </w:t>
      </w:r>
      <w:r w:rsidR="000C1530" w:rsidRPr="000C1530">
        <w:rPr>
          <w:b/>
        </w:rPr>
        <w:t xml:space="preserve">HEIKER OÜ, </w:t>
      </w:r>
      <w:r w:rsidR="000C1530" w:rsidRPr="000C1530">
        <w:t>registrikood 11422610, keda esindab</w:t>
      </w:r>
      <w:r w:rsidR="000C1530">
        <w:rPr>
          <w:b/>
        </w:rPr>
        <w:t xml:space="preserve"> </w:t>
      </w:r>
      <w:r w:rsidR="000C1530" w:rsidRPr="000C1530">
        <w:rPr>
          <w:b/>
        </w:rPr>
        <w:t>Heiki Heeringas</w:t>
      </w:r>
      <w:r w:rsidR="000B3D30" w:rsidRPr="000B3D30">
        <w:rPr>
          <w:b/>
        </w:rPr>
        <w:t xml:space="preserve">, </w:t>
      </w:r>
      <w:r w:rsidR="001A2249" w:rsidRPr="001A2249">
        <w:t xml:space="preserve">isikukood: </w:t>
      </w:r>
      <w:r w:rsidR="000C1530" w:rsidRPr="000C1530">
        <w:rPr>
          <w:b/>
        </w:rPr>
        <w:t>36502034713</w:t>
      </w:r>
      <w:r w:rsidR="00BE0C9E" w:rsidRPr="00BE0C9E">
        <w:t>,</w:t>
      </w:r>
      <w:r w:rsidR="00BE0C9E">
        <w:t xml:space="preserve">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:rsidR="00E813C7" w:rsidRPr="006D43FE" w:rsidRDefault="00E813C7" w:rsidP="00E813C7">
      <w:pPr>
        <w:pStyle w:val="BodyTex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0C1530" w:rsidRPr="000C1530">
        <w:rPr>
          <w:b/>
          <w:sz w:val="24"/>
        </w:rPr>
        <w:t>Enampakkumine nr. 82828980 - "</w:t>
      </w:r>
      <w:proofErr w:type="spellStart"/>
      <w:r w:rsidR="000C1530" w:rsidRPr="000C1530">
        <w:rPr>
          <w:b/>
          <w:sz w:val="24"/>
        </w:rPr>
        <w:t>Kütusetankur</w:t>
      </w:r>
      <w:r w:rsidR="004C3A47" w:rsidRPr="004C3A47">
        <w:rPr>
          <w:b/>
          <w:sz w:val="24"/>
        </w:rPr>
        <w:t>-</w:t>
      </w:r>
      <w:proofErr w:type="spellEnd"/>
      <w:r w:rsidR="004C3A47" w:rsidRPr="004C3A47">
        <w:rPr>
          <w:b/>
          <w:sz w:val="24"/>
        </w:rPr>
        <w:t xml:space="preserve"> </w:t>
      </w:r>
      <w:r w:rsidR="009275CC" w:rsidRPr="005155B4">
        <w:rPr>
          <w:sz w:val="24"/>
        </w:rPr>
        <w:t>riigivara numbrid:</w:t>
      </w:r>
      <w:r w:rsidR="009275CC">
        <w:rPr>
          <w:sz w:val="24"/>
        </w:rPr>
        <w:t xml:space="preserve"> </w:t>
      </w:r>
      <w:r w:rsidR="000C1530">
        <w:rPr>
          <w:sz w:val="24"/>
        </w:rPr>
        <w:t>VV009879</w:t>
      </w:r>
      <w:bookmarkStart w:id="9" w:name="_GoBack"/>
      <w:bookmarkEnd w:id="9"/>
      <w:r w:rsidR="005155B4">
        <w:rPr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0C1530">
        <w:rPr>
          <w:b/>
          <w:sz w:val="24"/>
        </w:rPr>
        <w:t>8</w:t>
      </w:r>
      <w:r w:rsidR="00AB5881">
        <w:rPr>
          <w:b/>
          <w:sz w:val="24"/>
        </w:rPr>
        <w:t>6</w:t>
      </w:r>
      <w:r w:rsidRPr="002606BB">
        <w:rPr>
          <w:spacing w:val="-3"/>
          <w:sz w:val="22"/>
        </w:rPr>
        <w:t xml:space="preserve"> (</w:t>
      </w:r>
      <w:r w:rsidR="00AB5881">
        <w:rPr>
          <w:spacing w:val="-3"/>
          <w:sz w:val="22"/>
        </w:rPr>
        <w:t>k</w:t>
      </w:r>
      <w:r w:rsidR="000C1530">
        <w:rPr>
          <w:spacing w:val="-3"/>
          <w:sz w:val="22"/>
        </w:rPr>
        <w:t>aheksakümmend</w:t>
      </w:r>
      <w:r w:rsidR="0019429C">
        <w:rPr>
          <w:spacing w:val="-3"/>
          <w:sz w:val="22"/>
        </w:rPr>
        <w:t xml:space="preserve"> kuus</w:t>
      </w:r>
      <w:r w:rsidR="001152D3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 xml:space="preserve">5. Vara </w:t>
      </w:r>
      <w:proofErr w:type="spellStart"/>
      <w:r>
        <w:rPr>
          <w:b/>
          <w:bCs/>
          <w:sz w:val="24"/>
        </w:rPr>
        <w:t>üleandmine-vastuvôtmine</w:t>
      </w:r>
      <w:proofErr w:type="spellEnd"/>
    </w:p>
    <w:p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proofErr w:type="spellStart"/>
      <w:r>
        <w:rPr>
          <w:sz w:val="24"/>
        </w:rPr>
        <w:t>vôetaks</w:t>
      </w:r>
      <w:r w:rsidR="00535F1F">
        <w:rPr>
          <w:sz w:val="24"/>
        </w:rPr>
        <w:t>e</w:t>
      </w:r>
      <w:proofErr w:type="spellEnd"/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:rsidR="00535F1F" w:rsidRPr="006139DC" w:rsidRDefault="00535F1F" w:rsidP="00E813C7">
      <w:pPr>
        <w:rPr>
          <w:sz w:val="24"/>
        </w:rPr>
      </w:pP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 xml:space="preserve">.1. Pooled vastutavad lepinguliste kohustuste mittetäitmise </w:t>
      </w:r>
      <w:proofErr w:type="spellStart"/>
      <w:r w:rsidR="00E813C7">
        <w:rPr>
          <w:sz w:val="24"/>
        </w:rPr>
        <w:t>vôi</w:t>
      </w:r>
      <w:proofErr w:type="spellEnd"/>
      <w:r w:rsidR="00E813C7">
        <w:rPr>
          <w:sz w:val="24"/>
        </w:rPr>
        <w:t xml:space="preserve"> mittekohase täitmise, sealhulgas täitmisega viivitamise eest.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7</w:t>
      </w:r>
      <w:r w:rsidR="00E813C7">
        <w:rPr>
          <w:b/>
          <w:bCs/>
          <w:sz w:val="24"/>
        </w:rPr>
        <w:t>. Vaidluste lahendamine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lastRenderedPageBreak/>
        <w:t>7</w:t>
      </w:r>
      <w:r w:rsidR="00E813C7">
        <w:rPr>
          <w:sz w:val="24"/>
        </w:rPr>
        <w:t xml:space="preserve">.1. Vaidlused ja lahkarvamused, mis tekivad käesoleva Lepingu täitmisel, lahendatakse pooltevaheliste läbirääkimiste teel. Läbirääkimiste käigus kokkuleppele </w:t>
      </w:r>
      <w:proofErr w:type="spellStart"/>
      <w:r w:rsidR="00E813C7">
        <w:rPr>
          <w:sz w:val="24"/>
        </w:rPr>
        <w:t>mittejôudmisel</w:t>
      </w:r>
      <w:proofErr w:type="spellEnd"/>
      <w:r w:rsidR="00E813C7">
        <w:rPr>
          <w:sz w:val="24"/>
        </w:rPr>
        <w:t xml:space="preserve"> lahendatakse vaidlused õigusaktidega ettenähtud korras.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 xml:space="preserve">. </w:t>
      </w:r>
      <w:proofErr w:type="spellStart"/>
      <w:r w:rsidR="00E813C7">
        <w:rPr>
          <w:b/>
          <w:bCs/>
          <w:sz w:val="24"/>
        </w:rPr>
        <w:t>Lôppsätted</w:t>
      </w:r>
      <w:proofErr w:type="spellEnd"/>
    </w:p>
    <w:p w:rsidR="00E813C7" w:rsidRDefault="00AB5881" w:rsidP="00E813C7">
      <w:pPr>
        <w:pStyle w:val="BodyTex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.2. Käesolev Leping </w:t>
      </w:r>
      <w:proofErr w:type="spellStart"/>
      <w:r w:rsidR="00E813C7">
        <w:rPr>
          <w:sz w:val="24"/>
        </w:rPr>
        <w:t>jôustub</w:t>
      </w:r>
      <w:proofErr w:type="spellEnd"/>
      <w:r w:rsidR="00E813C7">
        <w:rPr>
          <w:sz w:val="24"/>
        </w:rPr>
        <w:t xml:space="preserve"> selle allakirjutamise hetkest ja kehtib kuni lepinguliste kohustuste täitmiseni mõlema Poole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</w:t>
      </w:r>
      <w:proofErr w:type="spellStart"/>
      <w:r w:rsidR="00E813C7">
        <w:rPr>
          <w:sz w:val="24"/>
        </w:rPr>
        <w:t>sôlmitud</w:t>
      </w:r>
      <w:proofErr w:type="spellEnd"/>
      <w:r w:rsidR="00E813C7">
        <w:rPr>
          <w:sz w:val="24"/>
        </w:rPr>
        <w:t xml:space="preserve">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820"/>
        <w:gridCol w:w="4123"/>
      </w:tblGrid>
      <w:tr w:rsidR="00E813C7" w:rsidRPr="00C27351" w:rsidTr="004C3A47">
        <w:tc>
          <w:tcPr>
            <w:tcW w:w="3510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5109AE" w:rsidRDefault="000C1530" w:rsidP="0019429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Heiker</w:t>
            </w:r>
            <w:proofErr w:type="spellEnd"/>
            <w:r>
              <w:rPr>
                <w:sz w:val="24"/>
              </w:rPr>
              <w:t xml:space="preserve"> OÜ</w:t>
            </w:r>
            <w:r w:rsidR="0019429C" w:rsidRPr="0019429C">
              <w:rPr>
                <w:sz w:val="24"/>
              </w:rPr>
              <w:t xml:space="preserve"> </w:t>
            </w:r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FD05B2" w:rsidP="00FD05B2">
            <w:pPr>
              <w:rPr>
                <w:sz w:val="24"/>
              </w:rPr>
            </w:pPr>
            <w:r>
              <w:rPr>
                <w:sz w:val="24"/>
              </w:rPr>
              <w:t>Toompuiestee 24,</w:t>
            </w:r>
            <w:r w:rsidR="00E813C7" w:rsidRPr="00C27351">
              <w:rPr>
                <w:sz w:val="24"/>
              </w:rPr>
              <w:t xml:space="preserve"> Tallinn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0C1530" w:rsidP="00BE0C9E">
            <w:pPr>
              <w:rPr>
                <w:sz w:val="24"/>
              </w:rPr>
            </w:pPr>
            <w:r>
              <w:rPr>
                <w:sz w:val="24"/>
              </w:rPr>
              <w:t>Heiki Heeringas</w:t>
            </w:r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:rsidR="00AF316B" w:rsidRDefault="00AF316B" w:rsidP="00AF316B">
      <w:pPr>
        <w:jc w:val="both"/>
      </w:pPr>
    </w:p>
    <w:p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47" w:rsidRDefault="004C3A47">
      <w:r>
        <w:separator/>
      </w:r>
    </w:p>
  </w:endnote>
  <w:endnote w:type="continuationSeparator" w:id="0">
    <w:p w:rsidR="004C3A47" w:rsidRDefault="004C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47" w:rsidRDefault="004C3A47">
      <w:r>
        <w:separator/>
      </w:r>
    </w:p>
  </w:footnote>
  <w:footnote w:type="continuationSeparator" w:id="0">
    <w:p w:rsidR="004C3A47" w:rsidRDefault="004C3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47" w:rsidRDefault="004C3A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A47" w:rsidRDefault="004C3A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47" w:rsidRDefault="004C3A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1530">
      <w:rPr>
        <w:rStyle w:val="PageNumber"/>
        <w:noProof/>
      </w:rPr>
      <w:t>2</w:t>
    </w:r>
    <w:r>
      <w:rPr>
        <w:rStyle w:val="PageNumber"/>
      </w:rPr>
      <w:fldChar w:fldCharType="end"/>
    </w:r>
  </w:p>
  <w:p w:rsidR="004C3A47" w:rsidRPr="00EA1135" w:rsidRDefault="004C3A47" w:rsidP="00EA1135">
    <w:pPr>
      <w:pStyle w:val="Header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7659"/>
    <w:rsid w:val="000C1530"/>
    <w:rsid w:val="00113E9F"/>
    <w:rsid w:val="001152D3"/>
    <w:rsid w:val="00165D98"/>
    <w:rsid w:val="00175378"/>
    <w:rsid w:val="0019429C"/>
    <w:rsid w:val="001A2249"/>
    <w:rsid w:val="001A6EC0"/>
    <w:rsid w:val="001B55CB"/>
    <w:rsid w:val="001F45EC"/>
    <w:rsid w:val="002006B5"/>
    <w:rsid w:val="00237A64"/>
    <w:rsid w:val="00247F68"/>
    <w:rsid w:val="002606BB"/>
    <w:rsid w:val="002F60A1"/>
    <w:rsid w:val="0033409D"/>
    <w:rsid w:val="003539AE"/>
    <w:rsid w:val="003B43DB"/>
    <w:rsid w:val="003D16C2"/>
    <w:rsid w:val="00422DAE"/>
    <w:rsid w:val="004C3A47"/>
    <w:rsid w:val="004D5BB5"/>
    <w:rsid w:val="004D77B8"/>
    <w:rsid w:val="004F3D04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F2E41"/>
    <w:rsid w:val="006A0B57"/>
    <w:rsid w:val="006B5C64"/>
    <w:rsid w:val="006C39B3"/>
    <w:rsid w:val="006D43FE"/>
    <w:rsid w:val="006E6156"/>
    <w:rsid w:val="00717FDE"/>
    <w:rsid w:val="00775538"/>
    <w:rsid w:val="007944FF"/>
    <w:rsid w:val="0079618F"/>
    <w:rsid w:val="007F1CEA"/>
    <w:rsid w:val="008002FB"/>
    <w:rsid w:val="008527E7"/>
    <w:rsid w:val="008A4247"/>
    <w:rsid w:val="008D4E4C"/>
    <w:rsid w:val="008D6664"/>
    <w:rsid w:val="008F4D3A"/>
    <w:rsid w:val="00904D49"/>
    <w:rsid w:val="009275CC"/>
    <w:rsid w:val="00931646"/>
    <w:rsid w:val="00934548"/>
    <w:rsid w:val="00942784"/>
    <w:rsid w:val="00961A3B"/>
    <w:rsid w:val="00965CF6"/>
    <w:rsid w:val="00985EA3"/>
    <w:rsid w:val="009A4146"/>
    <w:rsid w:val="009A42A6"/>
    <w:rsid w:val="009A4B94"/>
    <w:rsid w:val="009C3E78"/>
    <w:rsid w:val="009D41C4"/>
    <w:rsid w:val="009D5B06"/>
    <w:rsid w:val="00A579AE"/>
    <w:rsid w:val="00AA51AD"/>
    <w:rsid w:val="00AB5881"/>
    <w:rsid w:val="00AB6E7D"/>
    <w:rsid w:val="00AD08A6"/>
    <w:rsid w:val="00AD4B5C"/>
    <w:rsid w:val="00AF316B"/>
    <w:rsid w:val="00AF79F7"/>
    <w:rsid w:val="00B137E7"/>
    <w:rsid w:val="00B17ABD"/>
    <w:rsid w:val="00B44E6A"/>
    <w:rsid w:val="00B8592A"/>
    <w:rsid w:val="00BD64A5"/>
    <w:rsid w:val="00BE0C9E"/>
    <w:rsid w:val="00BE3B75"/>
    <w:rsid w:val="00C02AD9"/>
    <w:rsid w:val="00C11FBC"/>
    <w:rsid w:val="00C17FB9"/>
    <w:rsid w:val="00C61448"/>
    <w:rsid w:val="00C860AA"/>
    <w:rsid w:val="00CF5F34"/>
    <w:rsid w:val="00D27F4A"/>
    <w:rsid w:val="00D37053"/>
    <w:rsid w:val="00D4542E"/>
    <w:rsid w:val="00D4578A"/>
    <w:rsid w:val="00D774C2"/>
    <w:rsid w:val="00DD4869"/>
    <w:rsid w:val="00DD49BD"/>
    <w:rsid w:val="00E10951"/>
    <w:rsid w:val="00E42738"/>
    <w:rsid w:val="00E438BC"/>
    <w:rsid w:val="00E813C7"/>
    <w:rsid w:val="00EA1135"/>
    <w:rsid w:val="00EB00C8"/>
    <w:rsid w:val="00EC11B9"/>
    <w:rsid w:val="00EE2052"/>
    <w:rsid w:val="00EE2542"/>
    <w:rsid w:val="00EE3C7E"/>
    <w:rsid w:val="00F77D73"/>
    <w:rsid w:val="00F8202B"/>
    <w:rsid w:val="00F83F5D"/>
    <w:rsid w:val="00F86A11"/>
    <w:rsid w:val="00FA54FB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paragraph" w:styleId="BodyText2">
    <w:name w:val="Body Text 2"/>
    <w:basedOn w:val="Normal"/>
    <w:link w:val="BodyText2Char"/>
    <w:pPr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Footer">
    <w:name w:val="footer"/>
    <w:basedOn w:val="Normal"/>
    <w:rsid w:val="00EA1135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rsid w:val="00E813C7"/>
    <w:rPr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34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409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paragraph" w:styleId="BodyText2">
    <w:name w:val="Body Text 2"/>
    <w:basedOn w:val="Normal"/>
    <w:link w:val="BodyText2Char"/>
    <w:pPr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Footer">
    <w:name w:val="footer"/>
    <w:basedOn w:val="Normal"/>
    <w:rsid w:val="00EA1135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rsid w:val="00E813C7"/>
    <w:rPr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34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2C2A7-C4AD-4B43-B57C-C0CAD8A93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müügileping-2.dot</Template>
  <TotalTime>0</TotalTime>
  <Pages>2</Pages>
  <Words>333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 Merimaa</cp:lastModifiedBy>
  <cp:revision>2</cp:revision>
  <cp:lastPrinted>2014-10-20T07:00:00Z</cp:lastPrinted>
  <dcterms:created xsi:type="dcterms:W3CDTF">2016-10-04T07:14:00Z</dcterms:created>
  <dcterms:modified xsi:type="dcterms:W3CDTF">2016-10-04T07:14:00Z</dcterms:modified>
</cp:coreProperties>
</file>